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552F6F0-DE18-407D-80E1-67591883C5F8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